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93C" w:rsidRDefault="00ED456E">
      <w:r>
        <w:rPr>
          <w:noProof/>
          <w:lang w:eastAsia="es-AR"/>
        </w:rPr>
        <w:drawing>
          <wp:inline distT="0" distB="0" distL="0" distR="0" wp14:anchorId="4B8FF6D9" wp14:editId="5DACAC12">
            <wp:extent cx="5357375" cy="5659647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4132" t="6833" r="37565" b="2459"/>
                    <a:stretch/>
                  </pic:blipFill>
                  <pic:spPr bwMode="auto">
                    <a:xfrm>
                      <a:off x="0" y="0"/>
                      <a:ext cx="5372289" cy="56754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456E" w:rsidRDefault="00ED456E"/>
    <w:p w:rsidR="00ED456E" w:rsidRDefault="00ED456E"/>
    <w:p w:rsidR="00ED456E" w:rsidRDefault="00ED456E">
      <w:r>
        <w:rPr>
          <w:noProof/>
          <w:lang w:eastAsia="es-AR"/>
        </w:rPr>
        <w:lastRenderedPageBreak/>
        <w:drawing>
          <wp:inline distT="0" distB="0" distL="0" distR="0" wp14:anchorId="0C8CEE83" wp14:editId="54AEC6C7">
            <wp:extent cx="5722013" cy="4241600"/>
            <wp:effectExtent l="0" t="0" r="0" b="698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817" t="4432" r="13656"/>
                    <a:stretch/>
                  </pic:blipFill>
                  <pic:spPr bwMode="auto">
                    <a:xfrm>
                      <a:off x="0" y="0"/>
                      <a:ext cx="5730012" cy="42475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45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56E"/>
    <w:rsid w:val="008E7946"/>
    <w:rsid w:val="00B12627"/>
    <w:rsid w:val="00ED4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290A6"/>
  <w15:chartTrackingRefBased/>
  <w15:docId w15:val="{0BEAE012-D2B5-4DE7-83C2-68A4D54F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Belén Mancini</dc:creator>
  <cp:keywords/>
  <dc:description/>
  <cp:lastModifiedBy>Sabrina Belén Mancini</cp:lastModifiedBy>
  <cp:revision>1</cp:revision>
  <dcterms:created xsi:type="dcterms:W3CDTF">2022-01-17T16:18:00Z</dcterms:created>
  <dcterms:modified xsi:type="dcterms:W3CDTF">2022-01-17T16:19:00Z</dcterms:modified>
</cp:coreProperties>
</file>