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EA4FC4" w:rsidRPr="004A4E75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lastRenderedPageBreak/>
        <w:t xml:space="preserve">Ref. Expediente PG.SA-750/24 </w:t>
      </w:r>
    </w:p>
    <w:p w:rsidR="00EA4FC4" w:rsidRPr="004A4E75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Licitación Pública N° 4/2024</w:t>
      </w:r>
    </w:p>
    <w:p w:rsidR="00EA4FC4" w:rsidRPr="004A4E75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PBAC 2-0522-LPU24</w:t>
      </w:r>
    </w:p>
    <w:p w:rsidR="00EA4FC4" w:rsidRDefault="00EA4FC4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BE6E9D">
        <w:rPr>
          <w:rFonts w:ascii="Arial" w:hAnsi="Arial" w:cs="Arial"/>
          <w:sz w:val="22"/>
          <w:szCs w:val="22"/>
        </w:rPr>
        <w:t xml:space="preserve">Electrónico:                                     </w:t>
      </w:r>
      <w:r w:rsidRPr="00CB6A1C">
        <w:rPr>
          <w:rFonts w:ascii="Arial" w:hAnsi="Arial" w:cs="Arial"/>
          <w:sz w:val="22"/>
          <w:szCs w:val="22"/>
        </w:rPr>
        <w:t>@provee</w:t>
      </w:r>
      <w:r w:rsidRPr="00BE6E9D">
        <w:rPr>
          <w:rFonts w:ascii="Arial" w:hAnsi="Arial" w:cs="Arial"/>
          <w:sz w:val="22"/>
          <w:szCs w:val="22"/>
        </w:rPr>
        <w:t>doresba.cgp.gba.gov.ar</w:t>
      </w:r>
      <w:r w:rsidR="00A34EC6" w:rsidRPr="00BE6E9D">
        <w:rPr>
          <w:rFonts w:ascii="Arial" w:hAnsi="Arial" w:cs="Arial"/>
          <w:sz w:val="22"/>
          <w:szCs w:val="22"/>
        </w:rPr>
        <w:t xml:space="preserve"> (de acuerdo al Registro de Proveedores  y Licitadores)</w:t>
      </w:r>
      <w:r w:rsidRPr="00CB6A1C">
        <w:rPr>
          <w:rFonts w:ascii="Arial" w:hAnsi="Arial" w:cs="Arial"/>
          <w:sz w:val="22"/>
          <w:szCs w:val="22"/>
        </w:rPr>
        <w:t xml:space="preserve"> 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 xml:space="preserve">Ref. Expediente PG.SA-750/24 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Licitación Pública N° 4/2024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PBAC 2-0522-LPU24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512E6D">
      <w:pPr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0F1638" w:rsidRDefault="000F1638"/>
    <w:p w:rsidR="000F1638" w:rsidRDefault="000F1638"/>
    <w:p w:rsidR="000F1638" w:rsidRDefault="000F1638"/>
    <w:p w:rsidR="00DE5C64" w:rsidRDefault="00DE5C64"/>
    <w:p w:rsidR="00512E6D" w:rsidRDefault="00512E6D"/>
    <w:p w:rsidR="00512E6D" w:rsidRDefault="00512E6D"/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 xml:space="preserve">Ref. Expediente PG.SA-750/24 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Licitación Pública N° 4/2024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PBAC 2-0522-LPU24</w:t>
      </w:r>
    </w:p>
    <w:p w:rsidR="00EA4FC4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color w:val="000000"/>
        </w:rPr>
      </w:pPr>
    </w:p>
    <w:p w:rsidR="00DE5C64" w:rsidRDefault="00DE5C64"/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ANEXO C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 xml:space="preserve">DECLARACIÓN JURADA DE ACEPTACIÓN DE CONDICIONES </w:t>
      </w:r>
    </w:p>
    <w:p w:rsidR="000145E2" w:rsidRDefault="000145E2" w:rsidP="000145E2">
      <w:pPr>
        <w:jc w:val="center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juramento, conocer todos y cada uno de los aspectos y las condiciones establecidas en el Pliego de Bases y Condiciones Generales, el Pliego de Condiciones Particulares y</w:t>
      </w:r>
      <w:r w:rsidR="00BE6E9D">
        <w:rPr>
          <w:rFonts w:ascii="Arial" w:hAnsi="Arial" w:cs="Arial"/>
          <w:sz w:val="22"/>
          <w:szCs w:val="22"/>
        </w:rPr>
        <w:t xml:space="preserve"> las Especificaciones Técnicas</w:t>
      </w:r>
      <w:r w:rsidRPr="000145E2">
        <w:rPr>
          <w:rFonts w:ascii="Arial" w:hAnsi="Arial" w:cs="Arial"/>
          <w:sz w:val="22"/>
          <w:szCs w:val="22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 xml:space="preserve">Ref. Expediente PG.SA-750/24 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Licitación Pública N° 4/2024</w:t>
      </w:r>
    </w:p>
    <w:p w:rsidR="004A4E75" w:rsidRPr="004A4E75" w:rsidRDefault="004A4E75" w:rsidP="004A4E75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4A4E75">
        <w:rPr>
          <w:rFonts w:ascii="Arial" w:hAnsi="Arial" w:cs="Arial"/>
          <w:sz w:val="22"/>
          <w:szCs w:val="22"/>
        </w:rPr>
        <w:t>PBAC 2-0522-LPU24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0145E2" w:rsidRDefault="000145E2" w:rsidP="00512E6D">
      <w:pPr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D</w:t>
      </w: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>DECLARACION JURADA COMPETENCIA JUDICIAL</w:t>
      </w: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</w:p>
    <w:p w:rsidR="000145E2" w:rsidRPr="000145E2" w:rsidRDefault="000145E2" w:rsidP="000145E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 xml:space="preserve">El que suscribe, con poder suficiente para este acto, declara bajo juramento y acepta que ante cualquier cuestión judicial que pudiera suscitarse en torno al presente procedimiento de selección y perfeccionamiento del contrato, ambas partes quedan sometidas a la competencia de los Juzgados en lo Contencioso Administrativo de la Provincia de Buenos Aires del Departamento Judicial de La Plata, renunciando a </w:t>
      </w:r>
      <w:r w:rsidRPr="000145E2">
        <w:rPr>
          <w:rFonts w:ascii="Arial" w:hAnsi="Arial" w:cs="Arial"/>
          <w:sz w:val="22"/>
          <w:szCs w:val="22"/>
        </w:rPr>
        <w:lastRenderedPageBreak/>
        <w:t>cualquier otro fuero o jurisdicción (Artículo 6º Pliego de Bases y Condiciones Generales).</w:t>
      </w: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sectPr w:rsidR="000145E2" w:rsidRPr="00E32E27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4A4E75"/>
    <w:rsid w:val="00512E6D"/>
    <w:rsid w:val="00541551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34EC6"/>
    <w:rsid w:val="00AD454A"/>
    <w:rsid w:val="00AE48B2"/>
    <w:rsid w:val="00B06E58"/>
    <w:rsid w:val="00B676C6"/>
    <w:rsid w:val="00B82792"/>
    <w:rsid w:val="00BA3CE9"/>
    <w:rsid w:val="00BE6E9D"/>
    <w:rsid w:val="00CB6A1C"/>
    <w:rsid w:val="00CE7DCE"/>
    <w:rsid w:val="00DC19B3"/>
    <w:rsid w:val="00DE5C64"/>
    <w:rsid w:val="00E47A88"/>
    <w:rsid w:val="00E863A1"/>
    <w:rsid w:val="00EA4FC4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uiPriority w:val="99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25</TotalTime>
  <Pages>5</Pages>
  <Words>467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6</cp:revision>
  <cp:lastPrinted>2024-06-12T14:24:00Z</cp:lastPrinted>
  <dcterms:created xsi:type="dcterms:W3CDTF">2022-11-07T16:07:00Z</dcterms:created>
  <dcterms:modified xsi:type="dcterms:W3CDTF">2024-06-12T14:42:00Z</dcterms:modified>
</cp:coreProperties>
</file>