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41D2" w:rsidRDefault="007C41D2">
      <w:pPr>
        <w:sectPr w:rsidR="007C41D2" w:rsidSect="00BA3CE9">
          <w:headerReference w:type="default" r:id="rId6"/>
          <w:pgSz w:w="11906" w:h="16838" w:code="9"/>
          <w:pgMar w:top="2835" w:right="851" w:bottom="1134" w:left="2835" w:header="902" w:footer="709" w:gutter="0"/>
          <w:pgBorders>
            <w:left w:val="single" w:sz="4" w:space="4" w:color="auto"/>
            <w:right w:val="single" w:sz="4" w:space="4" w:color="auto"/>
          </w:pgBorders>
          <w:cols w:space="708"/>
          <w:docGrid w:linePitch="360"/>
        </w:sectPr>
      </w:pPr>
    </w:p>
    <w:p w:rsidR="00DE5C64" w:rsidRDefault="00DE5C64"/>
    <w:p w:rsidR="00DE5C64" w:rsidRDefault="00DE5C64"/>
    <w:tbl>
      <w:tblPr>
        <w:tblW w:w="7740" w:type="dxa"/>
        <w:tblInd w:w="414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40"/>
        <w:gridCol w:w="49"/>
        <w:gridCol w:w="491"/>
        <w:gridCol w:w="589"/>
        <w:gridCol w:w="754"/>
        <w:gridCol w:w="10"/>
        <w:gridCol w:w="447"/>
        <w:gridCol w:w="3240"/>
        <w:gridCol w:w="49"/>
        <w:gridCol w:w="1546"/>
        <w:gridCol w:w="25"/>
      </w:tblGrid>
      <w:tr w:rsidR="00E847F7" w:rsidTr="00931CF8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cantSplit/>
        </w:trPr>
        <w:tc>
          <w:tcPr>
            <w:tcW w:w="7715" w:type="dxa"/>
            <w:gridSpan w:val="10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E847F7" w:rsidRDefault="00E847F7" w:rsidP="00931CF8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PLIEGO DE BASES Y CONDICIONES</w:t>
            </w:r>
          </w:p>
        </w:tc>
      </w:tr>
      <w:tr w:rsidR="00E847F7" w:rsidTr="00931CF8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cantSplit/>
        </w:trPr>
        <w:tc>
          <w:tcPr>
            <w:tcW w:w="7715" w:type="dxa"/>
            <w:gridSpan w:val="10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50" w:color="auto" w:fill="auto"/>
          </w:tcPr>
          <w:p w:rsidR="00E847F7" w:rsidRDefault="00E847F7" w:rsidP="00931CF8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PLANILLA DE COTIZACION</w:t>
            </w:r>
          </w:p>
        </w:tc>
      </w:tr>
      <w:tr w:rsidR="00E847F7" w:rsidTr="00931CF8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cantSplit/>
          <w:trHeight w:val="67"/>
        </w:trPr>
        <w:tc>
          <w:tcPr>
            <w:tcW w:w="7715" w:type="dxa"/>
            <w:gridSpan w:val="10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E847F7" w:rsidRDefault="00E847F7" w:rsidP="00931CF8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E847F7" w:rsidTr="00931CF8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cantSplit/>
        </w:trPr>
        <w:tc>
          <w:tcPr>
            <w:tcW w:w="7715" w:type="dxa"/>
            <w:gridSpan w:val="10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E847F7" w:rsidRDefault="00E847F7" w:rsidP="00931CF8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 la Contratación Directa por Excepción</w:t>
            </w:r>
          </w:p>
        </w:tc>
      </w:tr>
      <w:tr w:rsidR="00E847F7" w:rsidTr="00931CF8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cantSplit/>
        </w:trPr>
        <w:tc>
          <w:tcPr>
            <w:tcW w:w="1080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E847F7" w:rsidRDefault="00E847F7" w:rsidP="00931CF8">
            <w:pPr>
              <w:widowControl w:val="0"/>
              <w:jc w:val="right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1800" w:type="dxa"/>
            <w:gridSpan w:val="4"/>
            <w:tcBorders>
              <w:top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E847F7" w:rsidRDefault="00E847F7" w:rsidP="00931CF8">
            <w:pPr>
              <w:widowControl w:val="0"/>
              <w:jc w:val="right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219</w:t>
            </w:r>
          </w:p>
        </w:tc>
        <w:tc>
          <w:tcPr>
            <w:tcW w:w="4835" w:type="dxa"/>
            <w:gridSpan w:val="3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E847F7" w:rsidRDefault="00E847F7" w:rsidP="00931CF8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E847F7" w:rsidTr="00931CF8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cantSplit/>
        </w:trPr>
        <w:tc>
          <w:tcPr>
            <w:tcW w:w="1080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E847F7" w:rsidRDefault="00E847F7" w:rsidP="00931CF8">
            <w:pPr>
              <w:widowControl w:val="0"/>
              <w:jc w:val="right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1800" w:type="dxa"/>
            <w:gridSpan w:val="4"/>
            <w:tcBorders>
              <w:top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E847F7" w:rsidRDefault="00E847F7" w:rsidP="00931CF8">
            <w:pPr>
              <w:widowControl w:val="0"/>
              <w:jc w:val="right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2015</w:t>
            </w:r>
          </w:p>
        </w:tc>
        <w:tc>
          <w:tcPr>
            <w:tcW w:w="4835" w:type="dxa"/>
            <w:gridSpan w:val="3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E847F7" w:rsidRDefault="00E847F7" w:rsidP="00931CF8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E847F7" w:rsidTr="00931CF8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cantSplit/>
        </w:trPr>
        <w:tc>
          <w:tcPr>
            <w:tcW w:w="2880" w:type="dxa"/>
            <w:gridSpan w:val="7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:rsidR="00E847F7" w:rsidRDefault="00E847F7" w:rsidP="00931CF8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Expediente N° 3002-1636/13</w:t>
            </w:r>
          </w:p>
        </w:tc>
        <w:tc>
          <w:tcPr>
            <w:tcW w:w="4835" w:type="dxa"/>
            <w:gridSpan w:val="3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E847F7" w:rsidRDefault="00E847F7" w:rsidP="00931CF8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E847F7" w:rsidTr="00931CF8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cantSplit/>
        </w:trPr>
        <w:tc>
          <w:tcPr>
            <w:tcW w:w="7715" w:type="dxa"/>
            <w:gridSpan w:val="10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E847F7" w:rsidRDefault="00E847F7" w:rsidP="00931CF8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E847F7" w:rsidTr="00931CF8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cantSplit/>
        </w:trPr>
        <w:tc>
          <w:tcPr>
            <w:tcW w:w="7715" w:type="dxa"/>
            <w:gridSpan w:val="10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E847F7" w:rsidRDefault="00E847F7" w:rsidP="00931CF8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E847F7" w:rsidTr="00931CF8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cantSplit/>
        </w:trPr>
        <w:tc>
          <w:tcPr>
            <w:tcW w:w="2423" w:type="dxa"/>
            <w:gridSpan w:val="5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:rsidR="00E847F7" w:rsidRDefault="00E847F7" w:rsidP="00931CF8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5292" w:type="dxa"/>
            <w:gridSpan w:val="5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E847F7" w:rsidRDefault="00E847F7" w:rsidP="00931CF8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E847F7" w:rsidTr="00931CF8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cantSplit/>
        </w:trPr>
        <w:tc>
          <w:tcPr>
            <w:tcW w:w="2423" w:type="dxa"/>
            <w:gridSpan w:val="5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:rsidR="00E847F7" w:rsidRDefault="00E847F7" w:rsidP="00931CF8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5292" w:type="dxa"/>
            <w:gridSpan w:val="5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E847F7" w:rsidRDefault="00E847F7" w:rsidP="00931CF8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E847F7" w:rsidTr="00931CF8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cantSplit/>
        </w:trPr>
        <w:tc>
          <w:tcPr>
            <w:tcW w:w="7715" w:type="dxa"/>
            <w:gridSpan w:val="10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E847F7" w:rsidRDefault="00E847F7" w:rsidP="00931CF8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E847F7" w:rsidTr="00931CF8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cantSplit/>
        </w:trPr>
        <w:tc>
          <w:tcPr>
            <w:tcW w:w="7715" w:type="dxa"/>
            <w:gridSpan w:val="10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E847F7" w:rsidRDefault="00E847F7" w:rsidP="00931CF8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E847F7" w:rsidTr="00931CF8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cantSplit/>
        </w:trPr>
        <w:tc>
          <w:tcPr>
            <w:tcW w:w="2423" w:type="dxa"/>
            <w:gridSpan w:val="5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</w:tcPr>
          <w:p w:rsidR="00E847F7" w:rsidRDefault="00E847F7" w:rsidP="00931CF8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5292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</w:tcPr>
          <w:p w:rsidR="00E847F7" w:rsidRDefault="00E847F7" w:rsidP="00931CF8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E847F7" w:rsidTr="00931CF8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cantSplit/>
        </w:trPr>
        <w:tc>
          <w:tcPr>
            <w:tcW w:w="2423" w:type="dxa"/>
            <w:gridSpan w:val="5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</w:tcPr>
          <w:p w:rsidR="00E847F7" w:rsidRDefault="00E847F7" w:rsidP="00931CF8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5292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</w:tcPr>
          <w:p w:rsidR="00E847F7" w:rsidRDefault="00E847F7" w:rsidP="00931CF8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E847F7" w:rsidTr="00931CF8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cantSplit/>
        </w:trPr>
        <w:tc>
          <w:tcPr>
            <w:tcW w:w="2423" w:type="dxa"/>
            <w:gridSpan w:val="5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</w:tcPr>
          <w:p w:rsidR="00E847F7" w:rsidRDefault="00E847F7" w:rsidP="00931CF8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5292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</w:tcPr>
          <w:p w:rsidR="00E847F7" w:rsidRDefault="00E847F7" w:rsidP="00931CF8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E847F7" w:rsidTr="00931CF8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cantSplit/>
        </w:trPr>
        <w:tc>
          <w:tcPr>
            <w:tcW w:w="2423" w:type="dxa"/>
            <w:gridSpan w:val="5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</w:tcPr>
          <w:p w:rsidR="00E847F7" w:rsidRDefault="00E847F7" w:rsidP="00931CF8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Comercial:</w:t>
            </w:r>
          </w:p>
        </w:tc>
        <w:tc>
          <w:tcPr>
            <w:tcW w:w="5292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</w:tcPr>
          <w:p w:rsidR="00E847F7" w:rsidRDefault="00E847F7" w:rsidP="00931CF8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E847F7" w:rsidTr="00931CF8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cantSplit/>
        </w:trPr>
        <w:tc>
          <w:tcPr>
            <w:tcW w:w="2423" w:type="dxa"/>
            <w:gridSpan w:val="5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</w:tcPr>
          <w:p w:rsidR="00E847F7" w:rsidRDefault="00E847F7" w:rsidP="00931CF8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5292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</w:tcPr>
          <w:p w:rsidR="00E847F7" w:rsidRDefault="00E847F7" w:rsidP="00931CF8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E847F7" w:rsidTr="00931CF8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cantSplit/>
        </w:trPr>
        <w:tc>
          <w:tcPr>
            <w:tcW w:w="7715" w:type="dxa"/>
            <w:gridSpan w:val="10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E847F7" w:rsidRDefault="00E847F7" w:rsidP="00931CF8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E847F7" w:rsidTr="00931CF8">
        <w:tblPrEx>
          <w:tblCellMar>
            <w:top w:w="0" w:type="dxa"/>
            <w:bottom w:w="0" w:type="dxa"/>
          </w:tblCellMar>
        </w:tblPrEx>
        <w:trPr>
          <w:trHeight w:val="467"/>
        </w:trPr>
        <w:tc>
          <w:tcPr>
            <w:tcW w:w="54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:rsidR="00E847F7" w:rsidRPr="00EA1A8F" w:rsidRDefault="00E847F7" w:rsidP="00931CF8">
            <w:pPr>
              <w:widowControl w:val="0"/>
              <w:jc w:val="center"/>
              <w:rPr>
                <w:rFonts w:ascii="Arial" w:hAnsi="Arial"/>
                <w:snapToGrid w:val="0"/>
                <w:sz w:val="18"/>
                <w:szCs w:val="18"/>
              </w:rPr>
            </w:pPr>
            <w:r w:rsidRPr="00EA1A8F">
              <w:rPr>
                <w:rFonts w:ascii="Arial" w:hAnsi="Arial"/>
                <w:snapToGrid w:val="0"/>
                <w:sz w:val="18"/>
                <w:szCs w:val="18"/>
              </w:rPr>
              <w:t>Renglón</w:t>
            </w:r>
          </w:p>
        </w:tc>
        <w:tc>
          <w:tcPr>
            <w:tcW w:w="5580" w:type="dxa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</w:tcPr>
          <w:p w:rsidR="00E847F7" w:rsidRDefault="00E847F7" w:rsidP="00931CF8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Descripción</w:t>
            </w:r>
          </w:p>
        </w:tc>
        <w:tc>
          <w:tcPr>
            <w:tcW w:w="1620" w:type="dxa"/>
            <w:gridSpan w:val="3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:rsidR="00E847F7" w:rsidRDefault="00E847F7" w:rsidP="00931CF8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Precio Total ($)</w:t>
            </w:r>
          </w:p>
        </w:tc>
      </w:tr>
      <w:tr w:rsidR="00E847F7" w:rsidRPr="005C7456" w:rsidTr="00931CF8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540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E847F7" w:rsidRDefault="00E847F7" w:rsidP="00931CF8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1</w:t>
            </w:r>
          </w:p>
        </w:tc>
        <w:tc>
          <w:tcPr>
            <w:tcW w:w="5580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</w:tcPr>
          <w:p w:rsidR="00E847F7" w:rsidRPr="005C7456" w:rsidRDefault="00E847F7" w:rsidP="00E847F7">
            <w:pPr>
              <w:widowControl w:val="0"/>
              <w:jc w:val="both"/>
              <w:rPr>
                <w:rFonts w:ascii="Arial" w:hAnsi="Arial"/>
                <w:snapToGrid w:val="0"/>
                <w:sz w:val="22"/>
                <w:szCs w:val="22"/>
              </w:rPr>
            </w:pPr>
            <w:r>
              <w:t>Un (1)</w:t>
            </w:r>
            <w:r w:rsidRPr="00DB634A">
              <w:t xml:space="preserve"> </w:t>
            </w:r>
            <w:r>
              <w:t xml:space="preserve">vehiculo automotor </w:t>
            </w:r>
            <w:smartTag w:uri="urn:schemas-microsoft-com:office:smarttags" w:element="metricconverter">
              <w:smartTagPr>
                <w:attr w:name="ProductID" w:val="0 km"/>
              </w:smartTagPr>
              <w:r>
                <w:t>0 km</w:t>
              </w:r>
            </w:smartTag>
            <w:r>
              <w:t xml:space="preserve"> </w:t>
            </w:r>
            <w:bookmarkStart w:id="0" w:name="_GoBack"/>
            <w:bookmarkEnd w:id="0"/>
            <w:r>
              <w:t xml:space="preserve">según especificaciones técnicas, para </w:t>
            </w:r>
            <w:smartTag w:uri="urn:schemas-microsoft-com:office:smarttags" w:element="PersonName">
              <w:smartTagPr>
                <w:attr w:name="ProductID" w:val="la Curadur￭a General"/>
              </w:smartTagPr>
              <w:r>
                <w:t>la Curaduría General</w:t>
              </w:r>
            </w:smartTag>
            <w:r>
              <w:t xml:space="preserve"> de Alienados de </w:t>
            </w:r>
            <w:smartTag w:uri="urn:schemas-microsoft-com:office:smarttags" w:element="PersonName">
              <w:smartTagPr>
                <w:attr w:name="ProductID" w:val="la Procuraci￳n"/>
              </w:smartTagPr>
              <w:r>
                <w:t>la Procuración</w:t>
              </w:r>
            </w:smartTag>
            <w:r>
              <w:t xml:space="preserve"> General</w:t>
            </w:r>
          </w:p>
        </w:tc>
        <w:tc>
          <w:tcPr>
            <w:tcW w:w="1620" w:type="dxa"/>
            <w:gridSpan w:val="3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E847F7" w:rsidRPr="005C7456" w:rsidRDefault="00E847F7" w:rsidP="00931CF8">
            <w:pPr>
              <w:widowControl w:val="0"/>
              <w:rPr>
                <w:rFonts w:ascii="Arial" w:hAnsi="Arial"/>
                <w:snapToGrid w:val="0"/>
                <w:sz w:val="22"/>
                <w:szCs w:val="22"/>
              </w:rPr>
            </w:pPr>
          </w:p>
        </w:tc>
      </w:tr>
      <w:tr w:rsidR="00E847F7" w:rsidTr="00931CF8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373"/>
        </w:trPr>
        <w:tc>
          <w:tcPr>
            <w:tcW w:w="54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E847F7" w:rsidRDefault="00E847F7" w:rsidP="00931CF8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1129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E847F7" w:rsidRDefault="00E847F7" w:rsidP="00931CF8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64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E847F7" w:rsidRDefault="00E847F7" w:rsidP="00931CF8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3736" w:type="dxa"/>
            <w:gridSpan w:val="3"/>
            <w:tcBorders>
              <w:top w:val="single" w:sz="8" w:space="0" w:color="auto"/>
              <w:left w:val="single" w:sz="6" w:space="0" w:color="auto"/>
              <w:bottom w:val="single" w:sz="8" w:space="0" w:color="auto"/>
            </w:tcBorders>
          </w:tcPr>
          <w:p w:rsidR="00E847F7" w:rsidRDefault="00E847F7" w:rsidP="00931CF8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TOTAL </w:t>
            </w:r>
          </w:p>
        </w:tc>
        <w:tc>
          <w:tcPr>
            <w:tcW w:w="1546" w:type="dxa"/>
            <w:tcBorders>
              <w:top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E847F7" w:rsidRDefault="00E847F7" w:rsidP="00931CF8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E847F7" w:rsidTr="00931CF8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cantSplit/>
          <w:trHeight w:val="641"/>
        </w:trPr>
        <w:tc>
          <w:tcPr>
            <w:tcW w:w="7715" w:type="dxa"/>
            <w:gridSpan w:val="10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E847F7" w:rsidRDefault="00E847F7" w:rsidP="00931CF8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Importe Total de </w:t>
            </w:r>
            <w:smartTag w:uri="urn:schemas-microsoft-com:office:smarttags" w:element="PersonName">
              <w:smartTagPr>
                <w:attr w:name="ProductID" w:val="la Propuesta"/>
              </w:smartTagPr>
              <w:r>
                <w:rPr>
                  <w:rFonts w:ascii="Arial" w:hAnsi="Arial"/>
                  <w:snapToGrid w:val="0"/>
                  <w:sz w:val="21"/>
                </w:rPr>
                <w:t>la Propuesta</w:t>
              </w:r>
            </w:smartTag>
            <w:r>
              <w:rPr>
                <w:rFonts w:ascii="Arial" w:hAnsi="Arial"/>
                <w:snapToGrid w:val="0"/>
                <w:sz w:val="21"/>
              </w:rPr>
              <w:t>, son PESOS……………………………………………</w:t>
            </w:r>
          </w:p>
          <w:p w:rsidR="00E847F7" w:rsidRDefault="00E847F7" w:rsidP="00931CF8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..................................................................................................................................</w:t>
            </w:r>
          </w:p>
        </w:tc>
      </w:tr>
      <w:tr w:rsidR="00E847F7" w:rsidTr="00931CF8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cantSplit/>
        </w:trPr>
        <w:tc>
          <w:tcPr>
            <w:tcW w:w="7715" w:type="dxa"/>
            <w:gridSpan w:val="10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E847F7" w:rsidRDefault="00E847F7" w:rsidP="00931CF8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E847F7" w:rsidTr="00931CF8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cantSplit/>
        </w:trPr>
        <w:tc>
          <w:tcPr>
            <w:tcW w:w="7715" w:type="dxa"/>
            <w:gridSpan w:val="10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E847F7" w:rsidRDefault="00E847F7" w:rsidP="00931CF8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(en números y letras)…………………………………………………………………….</w:t>
            </w:r>
          </w:p>
          <w:p w:rsidR="00E847F7" w:rsidRDefault="00E847F7" w:rsidP="00931CF8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……………………………………………………………………………………………..</w:t>
            </w:r>
          </w:p>
        </w:tc>
      </w:tr>
      <w:tr w:rsidR="00E847F7" w:rsidTr="00931CF8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cantSplit/>
        </w:trPr>
        <w:tc>
          <w:tcPr>
            <w:tcW w:w="7715" w:type="dxa"/>
            <w:gridSpan w:val="10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E847F7" w:rsidRDefault="00E847F7" w:rsidP="00931CF8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Garantía de Mantenimiento de Oferta</w:t>
            </w:r>
          </w:p>
        </w:tc>
      </w:tr>
      <w:tr w:rsidR="00E847F7" w:rsidTr="00931CF8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cantSplit/>
        </w:trPr>
        <w:tc>
          <w:tcPr>
            <w:tcW w:w="589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E847F7" w:rsidRDefault="00E847F7" w:rsidP="00931CF8">
            <w:pPr>
              <w:widowControl w:val="0"/>
              <w:jc w:val="right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Tipo:</w:t>
            </w:r>
          </w:p>
        </w:tc>
        <w:tc>
          <w:tcPr>
            <w:tcW w:w="7126" w:type="dxa"/>
            <w:gridSpan w:val="8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E847F7" w:rsidRDefault="00E847F7" w:rsidP="00931CF8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E847F7" w:rsidTr="00931CF8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379"/>
        </w:trPr>
        <w:tc>
          <w:tcPr>
            <w:tcW w:w="589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E847F7" w:rsidRDefault="00E847F7" w:rsidP="00931CF8">
            <w:pPr>
              <w:widowControl w:val="0"/>
              <w:jc w:val="right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Importe:</w:t>
            </w:r>
          </w:p>
        </w:tc>
        <w:tc>
          <w:tcPr>
            <w:tcW w:w="1080" w:type="dxa"/>
            <w:gridSpan w:val="2"/>
            <w:tcBorders>
              <w:top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E847F7" w:rsidRDefault="00E847F7" w:rsidP="00931CF8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64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E847F7" w:rsidRDefault="00E847F7" w:rsidP="00931CF8">
            <w:pPr>
              <w:widowControl w:val="0"/>
              <w:jc w:val="right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$</w:t>
            </w:r>
          </w:p>
        </w:tc>
        <w:tc>
          <w:tcPr>
            <w:tcW w:w="3736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E847F7" w:rsidRDefault="00E847F7" w:rsidP="00931CF8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1546" w:type="dxa"/>
            <w:tcBorders>
              <w:top w:val="single" w:sz="8" w:space="0" w:color="auto"/>
              <w:bottom w:val="single" w:sz="8" w:space="0" w:color="auto"/>
            </w:tcBorders>
          </w:tcPr>
          <w:p w:rsidR="00E847F7" w:rsidRDefault="00E847F7" w:rsidP="00931CF8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E847F7" w:rsidTr="00931CF8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cantSplit/>
          <w:trHeight w:val="79"/>
        </w:trPr>
        <w:tc>
          <w:tcPr>
            <w:tcW w:w="7715" w:type="dxa"/>
            <w:gridSpan w:val="10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E847F7" w:rsidRDefault="00E847F7" w:rsidP="00931CF8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Importe de </w:t>
            </w:r>
            <w:smartTag w:uri="urn:schemas-microsoft-com:office:smarttags" w:element="PersonName">
              <w:smartTagPr>
                <w:attr w:name="ProductID" w:val="la Garant￭a"/>
              </w:smartTagPr>
              <w:r>
                <w:rPr>
                  <w:rFonts w:ascii="Arial" w:hAnsi="Arial"/>
                  <w:snapToGrid w:val="0"/>
                  <w:sz w:val="21"/>
                </w:rPr>
                <w:t>la Garantía</w:t>
              </w:r>
            </w:smartTag>
            <w:r>
              <w:rPr>
                <w:rFonts w:ascii="Arial" w:hAnsi="Arial"/>
                <w:snapToGrid w:val="0"/>
                <w:sz w:val="21"/>
              </w:rPr>
              <w:t xml:space="preserve"> de Oferta, son PESOS</w:t>
            </w:r>
          </w:p>
        </w:tc>
      </w:tr>
      <w:tr w:rsidR="00E847F7" w:rsidTr="00931CF8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132"/>
        </w:trPr>
        <w:tc>
          <w:tcPr>
            <w:tcW w:w="7715" w:type="dxa"/>
            <w:gridSpan w:val="10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E847F7" w:rsidRDefault="00E847F7" w:rsidP="00931CF8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E847F7" w:rsidRPr="009F6C9C" w:rsidTr="00931CF8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cantSplit/>
          <w:trHeight w:val="603"/>
        </w:trPr>
        <w:tc>
          <w:tcPr>
            <w:tcW w:w="7715" w:type="dxa"/>
            <w:gridSpan w:val="10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847F7" w:rsidRPr="009F6C9C" w:rsidRDefault="00E847F7" w:rsidP="00931CF8">
            <w:pPr>
              <w:widowControl w:val="0"/>
              <w:rPr>
                <w:rFonts w:ascii="Arial" w:hAnsi="Arial"/>
                <w:snapToGrid w:val="0"/>
                <w:sz w:val="16"/>
                <w:szCs w:val="16"/>
              </w:rPr>
            </w:pPr>
            <w:r w:rsidRPr="009F6C9C">
              <w:rPr>
                <w:rFonts w:ascii="Arial" w:hAnsi="Arial"/>
                <w:snapToGrid w:val="0"/>
                <w:sz w:val="16"/>
                <w:szCs w:val="16"/>
              </w:rPr>
              <w:t>La formulación de la presente cotización implica el conocimiento y aceptación del Pliego de Bases y Condiciones Generales y Particulares, Anexos y especificaciones técnicas</w:t>
            </w:r>
            <w:r>
              <w:rPr>
                <w:rFonts w:ascii="Arial" w:hAnsi="Arial"/>
                <w:snapToGrid w:val="0"/>
                <w:sz w:val="16"/>
                <w:szCs w:val="16"/>
              </w:rPr>
              <w:t>.</w:t>
            </w:r>
          </w:p>
        </w:tc>
      </w:tr>
      <w:tr w:rsidR="00E847F7" w:rsidTr="00931CF8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cantSplit/>
          <w:trHeight w:val="283"/>
        </w:trPr>
        <w:tc>
          <w:tcPr>
            <w:tcW w:w="7715" w:type="dxa"/>
            <w:gridSpan w:val="10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47F7" w:rsidRDefault="00E847F7" w:rsidP="00931CF8">
            <w:pPr>
              <w:widowControl w:val="0"/>
              <w:jc w:val="right"/>
              <w:rPr>
                <w:rFonts w:ascii="Arial" w:hAnsi="Arial"/>
                <w:snapToGrid w:val="0"/>
                <w:sz w:val="21"/>
              </w:rPr>
            </w:pPr>
          </w:p>
          <w:p w:rsidR="00E847F7" w:rsidRDefault="00E847F7" w:rsidP="00931CF8">
            <w:pPr>
              <w:widowControl w:val="0"/>
              <w:jc w:val="right"/>
              <w:rPr>
                <w:rFonts w:ascii="Arial" w:hAnsi="Arial"/>
                <w:snapToGrid w:val="0"/>
                <w:sz w:val="21"/>
              </w:rPr>
            </w:pPr>
          </w:p>
          <w:p w:rsidR="00E847F7" w:rsidRDefault="00E847F7" w:rsidP="00931CF8">
            <w:pPr>
              <w:widowControl w:val="0"/>
              <w:jc w:val="right"/>
              <w:rPr>
                <w:rFonts w:ascii="Arial" w:hAnsi="Arial"/>
                <w:snapToGrid w:val="0"/>
                <w:sz w:val="21"/>
              </w:rPr>
            </w:pPr>
          </w:p>
        </w:tc>
      </w:tr>
      <w:tr w:rsidR="00E847F7" w:rsidTr="00931CF8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cantSplit/>
        </w:trPr>
        <w:tc>
          <w:tcPr>
            <w:tcW w:w="7715" w:type="dxa"/>
            <w:gridSpan w:val="10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F7" w:rsidRDefault="00E847F7" w:rsidP="00931CF8">
            <w:pPr>
              <w:widowControl w:val="0"/>
              <w:jc w:val="right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 y Sello del Oferente</w:t>
            </w:r>
          </w:p>
        </w:tc>
      </w:tr>
    </w:tbl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sectPr w:rsidR="00DE5C64" w:rsidSect="007C41D2">
      <w:type w:val="continuous"/>
      <w:pgSz w:w="11906" w:h="16838" w:code="9"/>
      <w:pgMar w:top="2835" w:right="851" w:bottom="1134" w:left="2835" w:header="902" w:footer="709" w:gutter="0"/>
      <w:pgBorders>
        <w:left w:val="single" w:sz="4" w:space="4" w:color="auto"/>
        <w:right w:val="single" w:sz="4" w:space="4" w:color="auto"/>
      </w:pgBorders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47F7" w:rsidRDefault="00E847F7">
      <w:r>
        <w:separator/>
      </w:r>
    </w:p>
  </w:endnote>
  <w:endnote w:type="continuationSeparator" w:id="0">
    <w:p w:rsidR="00E847F7" w:rsidRDefault="00E84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47F7" w:rsidRDefault="00E847F7">
      <w:r>
        <w:separator/>
      </w:r>
    </w:p>
  </w:footnote>
  <w:footnote w:type="continuationSeparator" w:id="0">
    <w:p w:rsidR="00E847F7" w:rsidRDefault="00E847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76C6" w:rsidRDefault="00E847F7">
    <w:pPr>
      <w:pStyle w:val="Encabezado"/>
    </w:pPr>
    <w:r>
      <w:rPr>
        <w:noProof/>
        <w:lang w:val="es-AR" w:eastAsia="es-AR"/>
      </w:rPr>
      <w:drawing>
        <wp:inline distT="0" distB="0" distL="0" distR="0">
          <wp:extent cx="2162175" cy="1362075"/>
          <wp:effectExtent l="0" t="0" r="9525" b="9525"/>
          <wp:docPr id="1" name="Imagen 1" descr="logo_supremacor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upremacor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1362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mirrorMargin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k+YIHfiPCNBOT++BljwmHDddopSNFmulgPwgSExUx5LTU5sqKegskcYRukhVLG1oqkYffKjDWQ9HYo+O4b7rag==" w:salt="sFxSlgaThI9aVV8DHIMN8g==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7F7"/>
    <w:rsid w:val="00003AAC"/>
    <w:rsid w:val="00011336"/>
    <w:rsid w:val="000437A6"/>
    <w:rsid w:val="00105F5F"/>
    <w:rsid w:val="00190C9B"/>
    <w:rsid w:val="00263E81"/>
    <w:rsid w:val="00334D79"/>
    <w:rsid w:val="00405560"/>
    <w:rsid w:val="00413C5C"/>
    <w:rsid w:val="00414A05"/>
    <w:rsid w:val="00541551"/>
    <w:rsid w:val="00611747"/>
    <w:rsid w:val="00682DB3"/>
    <w:rsid w:val="006C753B"/>
    <w:rsid w:val="007C41D2"/>
    <w:rsid w:val="00862F2E"/>
    <w:rsid w:val="008A00BC"/>
    <w:rsid w:val="00965EF2"/>
    <w:rsid w:val="00A06A16"/>
    <w:rsid w:val="00AD454A"/>
    <w:rsid w:val="00AE48B2"/>
    <w:rsid w:val="00B06E58"/>
    <w:rsid w:val="00B676C6"/>
    <w:rsid w:val="00B82792"/>
    <w:rsid w:val="00BA3CE9"/>
    <w:rsid w:val="00CE0C89"/>
    <w:rsid w:val="00CE7DCE"/>
    <w:rsid w:val="00DC19B3"/>
    <w:rsid w:val="00DE5C64"/>
    <w:rsid w:val="00E47A88"/>
    <w:rsid w:val="00E847F7"/>
    <w:rsid w:val="00E863A1"/>
    <w:rsid w:val="00ED456D"/>
    <w:rsid w:val="00FC294D"/>
    <w:rsid w:val="00FE5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39E16451-D0AE-467D-BCC2-64FDBE397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47F7"/>
    <w:rPr>
      <w:sz w:val="24"/>
      <w:szCs w:val="24"/>
      <w:lang w:val="es-ES" w:eastAsia="es-ES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Encabezado">
    <w:name w:val="header"/>
    <w:basedOn w:val="Normal"/>
    <w:rsid w:val="00DE5C6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DE5C64"/>
    <w:pPr>
      <w:tabs>
        <w:tab w:val="center" w:pos="4252"/>
        <w:tab w:val="right" w:pos="8504"/>
      </w:tabs>
    </w:pPr>
  </w:style>
  <w:style w:type="paragraph" w:styleId="NormalWeb">
    <w:name w:val="Normal (Web)"/>
    <w:basedOn w:val="Normal"/>
    <w:rsid w:val="00611747"/>
    <w:pPr>
      <w:spacing w:before="100" w:beforeAutospacing="1" w:after="100" w:afterAutospacing="1"/>
    </w:pPr>
  </w:style>
  <w:style w:type="paragraph" w:customStyle="1" w:styleId="textstore">
    <w:name w:val="textstore"/>
    <w:basedOn w:val="Normal"/>
    <w:rsid w:val="0061174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370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66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14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46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753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62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08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olaverria\Desktop\Plantilla_Procuracion-MSWord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Plantilla_Procuracion-MSWord</Template>
  <TotalTime>1</TotalTime>
  <Pages>3</Pages>
  <Words>198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Dark</Company>
  <LinksUpToDate>false</LinksUpToDate>
  <CharactersWithSpaces>1286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Erica Olaverria</cp:lastModifiedBy>
  <cp:revision>1</cp:revision>
  <cp:lastPrinted>2009-05-04T18:21:00Z</cp:lastPrinted>
  <dcterms:created xsi:type="dcterms:W3CDTF">2015-10-22T15:17:00Z</dcterms:created>
  <dcterms:modified xsi:type="dcterms:W3CDTF">2015-10-22T15:18:00Z</dcterms:modified>
</cp:coreProperties>
</file>