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DE5C64" w:rsidRPr="004D11A8" w:rsidRDefault="00DE5C64">
      <w:pPr>
        <w:rPr>
          <w:rFonts w:ascii="Arial" w:hAnsi="Arial" w:cs="Arial"/>
        </w:rPr>
      </w:pPr>
    </w:p>
    <w:p w:rsidR="00DE5C64" w:rsidRPr="00B572DA" w:rsidRDefault="00556F8D" w:rsidP="00556F8D">
      <w:pPr>
        <w:jc w:val="center"/>
        <w:rPr>
          <w:rFonts w:ascii="Arial" w:hAnsi="Arial" w:cs="Arial"/>
          <w:b/>
        </w:rPr>
      </w:pPr>
      <w:r w:rsidRPr="00B572DA">
        <w:rPr>
          <w:rFonts w:ascii="Arial" w:hAnsi="Arial" w:cs="Arial"/>
          <w:b/>
        </w:rPr>
        <w:t>ANEXO I – CERTIFICADO DE VISITA DE OBRA</w:t>
      </w: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463764" w:rsidP="00556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Contratación Directa Menor N°</w:t>
      </w:r>
      <w:r w:rsidR="00556F8D" w:rsidRPr="004D11A8">
        <w:rPr>
          <w:rFonts w:ascii="Arial" w:hAnsi="Arial" w:cs="Arial"/>
          <w:sz w:val="22"/>
          <w:szCs w:val="22"/>
        </w:rPr>
        <w:t>: ………………………….</w:t>
      </w:r>
    </w:p>
    <w:p w:rsidR="00556F8D" w:rsidRPr="004D11A8" w:rsidRDefault="00463764" w:rsidP="00556F8D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Expediente</w:t>
      </w:r>
      <w:proofErr w:type="gramStart"/>
      <w:r w:rsidR="00556F8D" w:rsidRPr="004D11A8">
        <w:rPr>
          <w:rFonts w:ascii="Arial" w:hAnsi="Arial" w:cs="Arial"/>
          <w:sz w:val="22"/>
          <w:szCs w:val="22"/>
        </w:rPr>
        <w:t>°</w:t>
      </w:r>
      <w:proofErr w:type="spellEnd"/>
      <w:r w:rsidR="00556F8D" w:rsidRPr="004D11A8">
        <w:rPr>
          <w:rFonts w:ascii="Arial" w:hAnsi="Arial" w:cs="Arial"/>
          <w:sz w:val="22"/>
          <w:szCs w:val="22"/>
        </w:rPr>
        <w:t xml:space="preserve"> ……</w:t>
      </w:r>
      <w:proofErr w:type="gramEnd"/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jc w:val="both"/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Por medio del presente certifico que la firma  ……………………………., representada por …………………………DNI………………., ha realizado la visita de obra establecida en el artículo 12 del pliego de condicione</w:t>
      </w:r>
      <w:r w:rsidR="00463764">
        <w:rPr>
          <w:rFonts w:ascii="Arial" w:hAnsi="Arial" w:cs="Arial"/>
          <w:sz w:val="22"/>
          <w:szCs w:val="22"/>
        </w:rPr>
        <w:t xml:space="preserve">s particulares de la Contratación Directa Menor </w:t>
      </w:r>
      <w:r w:rsidRPr="004D11A8">
        <w:rPr>
          <w:rFonts w:ascii="Arial" w:hAnsi="Arial" w:cs="Arial"/>
          <w:sz w:val="22"/>
          <w:szCs w:val="22"/>
        </w:rPr>
        <w:t>N°…</w:t>
      </w:r>
      <w:r w:rsidR="00463764">
        <w:rPr>
          <w:rFonts w:ascii="Arial" w:hAnsi="Arial" w:cs="Arial"/>
          <w:sz w:val="22"/>
          <w:szCs w:val="22"/>
        </w:rPr>
        <w:t xml:space="preserve">    </w:t>
      </w:r>
      <w:r w:rsidRPr="004D11A8">
        <w:rPr>
          <w:rFonts w:ascii="Arial" w:hAnsi="Arial" w:cs="Arial"/>
          <w:sz w:val="22"/>
          <w:szCs w:val="22"/>
        </w:rPr>
        <w:t xml:space="preserve"> Expediente N°…….</w:t>
      </w:r>
      <w:r w:rsidR="00463764">
        <w:rPr>
          <w:rFonts w:ascii="Arial" w:hAnsi="Arial" w:cs="Arial"/>
          <w:sz w:val="22"/>
          <w:szCs w:val="22"/>
        </w:rPr>
        <w:t xml:space="preserve">              </w:t>
      </w:r>
      <w:r w:rsidRPr="004D11A8">
        <w:rPr>
          <w:rFonts w:ascii="Arial" w:hAnsi="Arial" w:cs="Arial"/>
          <w:sz w:val="22"/>
          <w:szCs w:val="22"/>
        </w:rPr>
        <w:t xml:space="preserve">, tomando conocimiento de las características del </w:t>
      </w:r>
      <w:r w:rsidR="00463764">
        <w:rPr>
          <w:rFonts w:ascii="Arial" w:hAnsi="Arial" w:cs="Arial"/>
          <w:sz w:val="22"/>
          <w:szCs w:val="22"/>
        </w:rPr>
        <w:t xml:space="preserve">servicio a cotizar. </w:t>
      </w: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empresa:</w:t>
      </w: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representante del Ministerio Público:</w:t>
      </w:r>
    </w:p>
    <w:p w:rsidR="00556F8D" w:rsidRPr="004D11A8" w:rsidRDefault="00556F8D">
      <w:pPr>
        <w:rPr>
          <w:rFonts w:ascii="Arial" w:hAnsi="Arial" w:cs="Arial"/>
        </w:rPr>
      </w:pPr>
    </w:p>
    <w:p w:rsidR="00DE5C64" w:rsidRDefault="00DE5C64"/>
    <w:p w:rsidR="00DE5C64" w:rsidRDefault="00DE5C64"/>
    <w:p w:rsidR="00DE5C64" w:rsidRDefault="00DE5C64">
      <w:bookmarkStart w:id="0" w:name="_GoBack"/>
      <w:bookmarkEnd w:id="0"/>
    </w:p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F8D" w:rsidRDefault="00556F8D">
      <w:r>
        <w:separator/>
      </w:r>
    </w:p>
  </w:endnote>
  <w:endnote w:type="continuationSeparator" w:id="0">
    <w:p w:rsidR="00556F8D" w:rsidRDefault="0055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F8D" w:rsidRDefault="00556F8D">
      <w:r>
        <w:separator/>
      </w:r>
    </w:p>
  </w:footnote>
  <w:footnote w:type="continuationSeparator" w:id="0">
    <w:p w:rsidR="00556F8D" w:rsidRDefault="00556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556F8D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qaHd868bKS+pgJwIGTZM61QOrukEf8QpOcOpv+/s91CNAm36UOydjQKmkyOIDCFqt9M+wfhIJMLRZr7yHhUhg==" w:salt="zRGrOIBtdqo3kqEaKjaNL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8D"/>
    <w:rsid w:val="00003AAC"/>
    <w:rsid w:val="00011336"/>
    <w:rsid w:val="0001327F"/>
    <w:rsid w:val="000437A6"/>
    <w:rsid w:val="00105F5F"/>
    <w:rsid w:val="00190C9B"/>
    <w:rsid w:val="00263E81"/>
    <w:rsid w:val="00334D79"/>
    <w:rsid w:val="00405560"/>
    <w:rsid w:val="00413C5C"/>
    <w:rsid w:val="00414A05"/>
    <w:rsid w:val="00463764"/>
    <w:rsid w:val="00493BB1"/>
    <w:rsid w:val="004D11A8"/>
    <w:rsid w:val="00541551"/>
    <w:rsid w:val="00556F8D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572DA"/>
    <w:rsid w:val="00B676C6"/>
    <w:rsid w:val="00B82792"/>
    <w:rsid w:val="00BA3CE9"/>
    <w:rsid w:val="00CE7DCE"/>
    <w:rsid w:val="00DC19B3"/>
    <w:rsid w:val="00DE5C64"/>
    <w:rsid w:val="00E47A88"/>
    <w:rsid w:val="00E863A1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3D065-123A-47C8-A587-DE76F55D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4D11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4D11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9</TotalTime>
  <Pages>1</Pages>
  <Words>71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Natalia Zavala</cp:lastModifiedBy>
  <cp:revision>5</cp:revision>
  <cp:lastPrinted>2019-04-10T13:27:00Z</cp:lastPrinted>
  <dcterms:created xsi:type="dcterms:W3CDTF">2019-04-10T13:20:00Z</dcterms:created>
  <dcterms:modified xsi:type="dcterms:W3CDTF">2019-08-28T14:31:00Z</dcterms:modified>
</cp:coreProperties>
</file>