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Pr="004D11A8" w:rsidRDefault="00DE5C64">
      <w:pPr>
        <w:rPr>
          <w:rFonts w:ascii="Arial" w:hAnsi="Arial" w:cs="Arial"/>
        </w:rPr>
      </w:pPr>
    </w:p>
    <w:p w:rsidR="00DE5C64" w:rsidRPr="00B572DA" w:rsidRDefault="00556F8D" w:rsidP="00556F8D">
      <w:pPr>
        <w:jc w:val="center"/>
        <w:rPr>
          <w:rFonts w:ascii="Arial" w:hAnsi="Arial" w:cs="Arial"/>
          <w:b/>
        </w:rPr>
      </w:pPr>
      <w:r w:rsidRPr="00B572DA">
        <w:rPr>
          <w:rFonts w:ascii="Arial" w:hAnsi="Arial" w:cs="Arial"/>
          <w:b/>
        </w:rPr>
        <w:t>CERTIFICADO DE VISITA DE OBRA</w:t>
      </w: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Departamento Judicial: ………………………….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Renglón N</w:t>
      </w:r>
      <w:proofErr w:type="gramStart"/>
      <w:r w:rsidRPr="004D11A8">
        <w:rPr>
          <w:rFonts w:ascii="Arial" w:hAnsi="Arial" w:cs="Arial"/>
          <w:sz w:val="22"/>
          <w:szCs w:val="22"/>
        </w:rPr>
        <w:t>° ……</w:t>
      </w:r>
      <w:proofErr w:type="gramEnd"/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Dirección inmueble: ……………………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jc w:val="both"/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Por medio del presente certifico que la firma  ……………………………., representada por …………………………DNI………………., ha realizado la visita de obra establecida en el artículo 1</w:t>
      </w:r>
      <w:r w:rsidR="00DF5CA1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Pr="004D11A8">
        <w:rPr>
          <w:rFonts w:ascii="Arial" w:hAnsi="Arial" w:cs="Arial"/>
          <w:sz w:val="22"/>
          <w:szCs w:val="22"/>
        </w:rPr>
        <w:t xml:space="preserve"> del pliego de condiciones particulares de la Licitación Pública N°… Expediente N°……., tomando conocimiento de las características del inmueble, dimensión e instalaciones para el cual tramita el servicio. </w:t>
      </w: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empresa:</w:t>
      </w: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representante del Ministerio Público:</w:t>
      </w:r>
    </w:p>
    <w:p w:rsidR="00556F8D" w:rsidRPr="004D11A8" w:rsidRDefault="00556F8D">
      <w:pPr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F8D" w:rsidRDefault="00556F8D">
      <w:r>
        <w:separator/>
      </w:r>
    </w:p>
  </w:endnote>
  <w:endnote w:type="continuationSeparator" w:id="0">
    <w:p w:rsidR="00556F8D" w:rsidRDefault="0055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F8D" w:rsidRDefault="00556F8D">
      <w:r>
        <w:separator/>
      </w:r>
    </w:p>
  </w:footnote>
  <w:footnote w:type="continuationSeparator" w:id="0">
    <w:p w:rsidR="00556F8D" w:rsidRDefault="00556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556F8D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aHd868bKS+pgJwIGTZM61QOrukEf8QpOcOpv+/s91CNAm36UOydjQKmkyOIDCFqt9M+wfhIJMLRZr7yHhUhg==" w:salt="zRGrOIBtdqo3kqEaKjaNL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8D"/>
    <w:rsid w:val="00003AAC"/>
    <w:rsid w:val="00011336"/>
    <w:rsid w:val="0001327F"/>
    <w:rsid w:val="000437A6"/>
    <w:rsid w:val="00105F5F"/>
    <w:rsid w:val="00190C9B"/>
    <w:rsid w:val="00263E81"/>
    <w:rsid w:val="00334D79"/>
    <w:rsid w:val="00405560"/>
    <w:rsid w:val="00413C5C"/>
    <w:rsid w:val="00414A05"/>
    <w:rsid w:val="00493BB1"/>
    <w:rsid w:val="004D11A8"/>
    <w:rsid w:val="00541551"/>
    <w:rsid w:val="00556F8D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572DA"/>
    <w:rsid w:val="00B676C6"/>
    <w:rsid w:val="00B82792"/>
    <w:rsid w:val="00BA3CE9"/>
    <w:rsid w:val="00CE7DCE"/>
    <w:rsid w:val="00DC19B3"/>
    <w:rsid w:val="00DE5C64"/>
    <w:rsid w:val="00DF5CA1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3D065-123A-47C8-A587-DE76F55D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4D11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D11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8</TotalTime>
  <Pages>1</Pages>
  <Words>76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5</cp:revision>
  <cp:lastPrinted>2019-04-10T13:27:00Z</cp:lastPrinted>
  <dcterms:created xsi:type="dcterms:W3CDTF">2019-04-10T13:20:00Z</dcterms:created>
  <dcterms:modified xsi:type="dcterms:W3CDTF">2021-05-14T16:44:00Z</dcterms:modified>
</cp:coreProperties>
</file>